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EDC3" w14:textId="77777777" w:rsidR="00170BD8" w:rsidRDefault="006F7452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3CBE4335" w14:textId="2C20A4B1" w:rsidR="00170BD8" w:rsidRDefault="006F7452">
      <w:pPr>
        <w:tabs>
          <w:tab w:val="left" w:pos="2835"/>
        </w:tabs>
        <w:spacing w:before="240" w:after="240"/>
        <w:ind w:left="2835" w:hanging="2835"/>
        <w:jc w:val="center"/>
        <w:rPr>
          <w:rFonts w:ascii="Calibri" w:hAnsi="Calibri" w:cs="Calibri"/>
          <w:highlight w:val="yellow"/>
        </w:rPr>
      </w:pPr>
      <w:r>
        <w:rPr>
          <w:b/>
          <w:lang w:val="en-GB"/>
        </w:rPr>
        <w:t>Procurement No:</w:t>
      </w:r>
      <w:r w:rsidR="00A25780">
        <w:rPr>
          <w:lang w:val="en-GB"/>
        </w:rPr>
        <w:t xml:space="preserve"> RFQ 22-G004-22</w:t>
      </w:r>
      <w:r>
        <w:rPr>
          <w:rFonts w:ascii="Calibri" w:hAnsi="Calibri" w:cs="Calibri"/>
          <w:highlight w:val="yellow"/>
        </w:rPr>
        <w:br w:type="page"/>
      </w:r>
    </w:p>
    <w:p w14:paraId="6A251B59" w14:textId="77777777" w:rsidR="00170BD8" w:rsidRDefault="006F7452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2C971008" w14:textId="77777777" w:rsidR="00170BD8" w:rsidRDefault="006F7452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Procurement will follow the timeline below for this RFQ. Any changes to this timeline will be </w:t>
      </w:r>
      <w:r>
        <w:rPr>
          <w:rFonts w:ascii="Calibri" w:hAnsi="Calibri" w:cs="Calibri"/>
          <w:highlight w:val="yellow"/>
        </w:rPr>
        <w:t>posted on the Kiribati Public Procurement Web Portal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  <w:highlight w:val="yellow"/>
        </w:rPr>
        <w:t xml:space="preserve">) </w:t>
      </w:r>
      <w:r>
        <w:rPr>
          <w:rFonts w:ascii="Calibri" w:hAnsi="Calibri" w:cs="Calibri"/>
          <w:highlight w:val="yellow"/>
          <w:u w:val="single"/>
        </w:rPr>
        <w:t>or</w:t>
      </w:r>
      <w:r>
        <w:rPr>
          <w:rFonts w:ascii="Calibri" w:hAnsi="Calibri" w:cs="Calibri"/>
          <w:highlight w:val="yellow"/>
        </w:rPr>
        <w:t xml:space="preserve"> sent directly to Tenderers who have been specifically invited to submit a Tender</w:t>
      </w:r>
      <w:r>
        <w:rPr>
          <w:rFonts w:ascii="Calibri" w:hAnsi="Calibri" w:cs="Calibri"/>
        </w:rPr>
        <w:t>. Please note that the dates set forth in 5-9 are target dates and may be adjusted.</w:t>
      </w:r>
    </w:p>
    <w:p w14:paraId="3A4ECF8F" w14:textId="77777777" w:rsidR="00170BD8" w:rsidRDefault="00170BD8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170BD8" w14:paraId="46562EA2" w14:textId="77777777">
        <w:tc>
          <w:tcPr>
            <w:tcW w:w="4673" w:type="dxa"/>
            <w:shd w:val="clear" w:color="auto" w:fill="auto"/>
          </w:tcPr>
          <w:p w14:paraId="7C7D73D1" w14:textId="77777777" w:rsidR="00170BD8" w:rsidRDefault="006F7452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73D11514" w14:textId="77777777" w:rsidR="00170BD8" w:rsidRDefault="006F7452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37229FB8" w14:textId="77777777" w:rsidR="00170BD8" w:rsidRDefault="006F7452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170BD8" w14:paraId="1277BE47" w14:textId="77777777">
        <w:tc>
          <w:tcPr>
            <w:tcW w:w="4673" w:type="dxa"/>
            <w:shd w:val="clear" w:color="auto" w:fill="auto"/>
          </w:tcPr>
          <w:p w14:paraId="7347E00E" w14:textId="77777777" w:rsidR="00170BD8" w:rsidRDefault="006F7452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276B65CF" w14:textId="77777777" w:rsidR="00170BD8" w:rsidRDefault="006F745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E2D7F41" w14:textId="77777777" w:rsidR="00170BD8" w:rsidRDefault="002B1D1B" w:rsidP="002B1D1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6F7452">
              <w:rPr>
                <w:rFonts w:ascii="Calibri" w:hAnsi="Calibri"/>
                <w:szCs w:val="20"/>
              </w:rPr>
              <w:t>/08/22</w:t>
            </w:r>
          </w:p>
        </w:tc>
      </w:tr>
      <w:tr w:rsidR="00170BD8" w14:paraId="1AA31B39" w14:textId="77777777">
        <w:tc>
          <w:tcPr>
            <w:tcW w:w="4673" w:type="dxa"/>
            <w:shd w:val="clear" w:color="auto" w:fill="auto"/>
          </w:tcPr>
          <w:p w14:paraId="16CB5F38" w14:textId="77777777" w:rsidR="00170BD8" w:rsidRDefault="006F7452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1310AE61" w14:textId="77777777" w:rsidR="00170BD8" w:rsidRDefault="006F745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1FE7A36" w14:textId="77777777" w:rsidR="00170BD8" w:rsidRDefault="006F7452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05/</w:t>
            </w:r>
            <w:r w:rsidR="002B1D1B">
              <w:rPr>
                <w:rFonts w:ascii="Calibri" w:hAnsi="Calibri"/>
                <w:szCs w:val="20"/>
                <w:highlight w:val="yellow"/>
              </w:rPr>
              <w:t>09</w:t>
            </w:r>
            <w:r>
              <w:rPr>
                <w:rFonts w:ascii="Calibri" w:hAnsi="Calibri"/>
                <w:szCs w:val="20"/>
                <w:highlight w:val="yellow"/>
              </w:rPr>
              <w:t>/22(16:00)</w:t>
            </w:r>
          </w:p>
        </w:tc>
      </w:tr>
      <w:tr w:rsidR="00170BD8" w14:paraId="07F28B60" w14:textId="77777777">
        <w:tc>
          <w:tcPr>
            <w:tcW w:w="4673" w:type="dxa"/>
            <w:shd w:val="clear" w:color="auto" w:fill="auto"/>
          </w:tcPr>
          <w:p w14:paraId="7E58169F" w14:textId="77777777" w:rsidR="00170BD8" w:rsidRDefault="006F7452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1468DC75" w14:textId="77777777" w:rsidR="00170BD8" w:rsidRDefault="006F745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5DE3060" w14:textId="77777777" w:rsidR="00170BD8" w:rsidRDefault="006F745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09/09/22</w:t>
            </w:r>
          </w:p>
        </w:tc>
      </w:tr>
      <w:tr w:rsidR="00170BD8" w14:paraId="55BA91F9" w14:textId="77777777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7ED993B3" w14:textId="77777777" w:rsidR="00170BD8" w:rsidRDefault="006F7452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7C043235" w14:textId="77777777" w:rsidR="00170BD8" w:rsidRDefault="006F745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0728F1" w14:textId="6B23FCF2" w:rsidR="00170BD8" w:rsidRDefault="006F745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1</w:t>
            </w:r>
            <w:r w:rsidR="00A25780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/09/22(16:00)</w:t>
            </w:r>
          </w:p>
        </w:tc>
      </w:tr>
      <w:tr w:rsidR="00170BD8" w14:paraId="112B0EB9" w14:textId="77777777">
        <w:tc>
          <w:tcPr>
            <w:tcW w:w="4673" w:type="dxa"/>
            <w:shd w:val="clear" w:color="auto" w:fill="auto"/>
          </w:tcPr>
          <w:p w14:paraId="717ED0ED" w14:textId="77777777" w:rsidR="00170BD8" w:rsidRDefault="006F7452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921FB47" w14:textId="77777777" w:rsidR="00170BD8" w:rsidRDefault="006F745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7B18AEB" w14:textId="131AB305" w:rsidR="00170BD8" w:rsidRDefault="00A2578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6F7452">
              <w:rPr>
                <w:rFonts w:ascii="Calibri" w:hAnsi="Calibri"/>
                <w:szCs w:val="20"/>
              </w:rPr>
              <w:t>/09/22</w:t>
            </w:r>
          </w:p>
        </w:tc>
      </w:tr>
      <w:tr w:rsidR="00170BD8" w14:paraId="7BFA2314" w14:textId="77777777">
        <w:tc>
          <w:tcPr>
            <w:tcW w:w="4673" w:type="dxa"/>
            <w:shd w:val="clear" w:color="auto" w:fill="auto"/>
          </w:tcPr>
          <w:p w14:paraId="3BE08F45" w14:textId="77777777" w:rsidR="00170BD8" w:rsidRDefault="006F7452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30E52F85" w14:textId="77777777" w:rsidR="00170BD8" w:rsidRDefault="006F745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35CD8E8" w14:textId="499CEF0B" w:rsidR="00170BD8" w:rsidRDefault="00A2578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22/09/22</w:t>
            </w:r>
          </w:p>
        </w:tc>
      </w:tr>
      <w:tr w:rsidR="00170BD8" w14:paraId="1ABECBE3" w14:textId="77777777">
        <w:tc>
          <w:tcPr>
            <w:tcW w:w="4673" w:type="dxa"/>
            <w:shd w:val="clear" w:color="auto" w:fill="auto"/>
          </w:tcPr>
          <w:p w14:paraId="4620BE8F" w14:textId="77777777" w:rsidR="00170BD8" w:rsidRDefault="006F7452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713B5D5F" w14:textId="77777777" w:rsidR="00170BD8" w:rsidRDefault="006F745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D79F529" w14:textId="501CBE1C" w:rsidR="00170BD8" w:rsidRDefault="00A2578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06/10/22</w:t>
            </w:r>
          </w:p>
        </w:tc>
      </w:tr>
      <w:tr w:rsidR="00170BD8" w14:paraId="59E18FD6" w14:textId="77777777">
        <w:tc>
          <w:tcPr>
            <w:tcW w:w="4673" w:type="dxa"/>
            <w:shd w:val="clear" w:color="auto" w:fill="auto"/>
          </w:tcPr>
          <w:p w14:paraId="24A07A77" w14:textId="77777777" w:rsidR="00170BD8" w:rsidRDefault="006F7452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3B86E725" w14:textId="77777777" w:rsidR="00170BD8" w:rsidRDefault="006F745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15E4DF5" w14:textId="7BBB967D" w:rsidR="00170BD8" w:rsidRDefault="00A2578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07/10/22</w:t>
            </w:r>
          </w:p>
        </w:tc>
      </w:tr>
      <w:tr w:rsidR="00170BD8" w14:paraId="392F0D90" w14:textId="77777777">
        <w:tc>
          <w:tcPr>
            <w:tcW w:w="4673" w:type="dxa"/>
            <w:shd w:val="clear" w:color="auto" w:fill="auto"/>
          </w:tcPr>
          <w:p w14:paraId="3D57EACC" w14:textId="77777777" w:rsidR="00170BD8" w:rsidRDefault="006F7452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70D756B8" w14:textId="77777777" w:rsidR="00170BD8" w:rsidRDefault="006F745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026BD0B" w14:textId="7B66ED89" w:rsidR="00170BD8" w:rsidRDefault="00A2578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10/10/22</w:t>
            </w:r>
          </w:p>
        </w:tc>
      </w:tr>
    </w:tbl>
    <w:p w14:paraId="5D281A7D" w14:textId="77777777" w:rsidR="00170BD8" w:rsidRDefault="006F7452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68D0AB2" w14:textId="77777777" w:rsidR="00170BD8" w:rsidRDefault="00170BD8">
      <w:pPr>
        <w:rPr>
          <w:rFonts w:asciiTheme="minorHAnsi" w:hAnsiTheme="minorHAnsi"/>
          <w:sz w:val="22"/>
          <w:szCs w:val="22"/>
        </w:rPr>
      </w:pPr>
    </w:p>
    <w:sectPr w:rsidR="00170BD8">
      <w:headerReference w:type="default" r:id="rId11"/>
      <w:footerReference w:type="default" r:id="rId12"/>
      <w:headerReference w:type="first" r:id="rId13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E6597" w14:textId="77777777" w:rsidR="00454CF0" w:rsidRDefault="00454CF0">
      <w:r>
        <w:separator/>
      </w:r>
    </w:p>
  </w:endnote>
  <w:endnote w:type="continuationSeparator" w:id="0">
    <w:p w14:paraId="79065227" w14:textId="77777777" w:rsidR="00454CF0" w:rsidRDefault="0045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4C9F" w14:textId="77777777" w:rsidR="00170BD8" w:rsidRDefault="006F7452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A2A3D" w:rsidRPr="006A2A3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A2A3D" w:rsidRPr="006A2A3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744353CA" w14:textId="77777777" w:rsidR="00170BD8" w:rsidRDefault="006F7452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25780">
      <w:rPr>
        <w:noProof/>
      </w:rPr>
      <w:t>2022-08-24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4AD72" w14:textId="77777777" w:rsidR="00454CF0" w:rsidRDefault="00454CF0">
      <w:r>
        <w:separator/>
      </w:r>
    </w:p>
  </w:footnote>
  <w:footnote w:type="continuationSeparator" w:id="0">
    <w:p w14:paraId="2A30D1BA" w14:textId="77777777" w:rsidR="00454CF0" w:rsidRDefault="00454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82AD" w14:textId="77777777" w:rsidR="00170BD8" w:rsidRDefault="006F7452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77C1C08" wp14:editId="0F4C2066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>
      <w:rPr>
        <w:rStyle w:val="Strong"/>
        <w:rFonts w:asciiTheme="minorHAnsi" w:hAnsiTheme="minorHAnsi" w:cstheme="minorHAnsi"/>
        <w:lang w:val="en-GB"/>
      </w:rPr>
      <w:t>RFQ-MHMS-202</w:t>
    </w:r>
    <w:r w:rsidR="006A2A3D">
      <w:rPr>
        <w:rStyle w:val="Strong"/>
        <w:rFonts w:asciiTheme="minorHAnsi" w:hAnsiTheme="minorHAnsi" w:cstheme="minorHAnsi"/>
        <w:lang w:val="en-GB"/>
      </w:rPr>
      <w:t>2</w:t>
    </w:r>
    <w:r>
      <w:rPr>
        <w:rStyle w:val="Strong"/>
        <w:rFonts w:asciiTheme="minorHAnsi" w:hAnsiTheme="minorHAnsi" w:cstheme="minorHAnsi"/>
        <w:lang w:val="en-GB"/>
      </w:rPr>
      <w:t>-</w:t>
    </w:r>
    <w:r w:rsidR="006A2A3D">
      <w:rPr>
        <w:rStyle w:val="Strong"/>
        <w:rFonts w:asciiTheme="minorHAnsi" w:hAnsiTheme="minorHAnsi" w:cstheme="minorHAnsi"/>
        <w:lang w:val="en-GB"/>
      </w:rPr>
      <w:t>111</w:t>
    </w:r>
    <w:r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E4A11" w14:textId="77777777" w:rsidR="00170BD8" w:rsidRDefault="006F7452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4F7C56ED" w14:textId="77777777" w:rsidR="00170BD8" w:rsidRDefault="00170B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31729961">
    <w:abstractNumId w:val="0"/>
  </w:num>
  <w:num w:numId="2" w16cid:durableId="282545606">
    <w:abstractNumId w:val="2"/>
  </w:num>
  <w:num w:numId="3" w16cid:durableId="405736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0BD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1D1B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1D2"/>
    <w:rsid w:val="00411253"/>
    <w:rsid w:val="004130D1"/>
    <w:rsid w:val="00414FA6"/>
    <w:rsid w:val="0041563F"/>
    <w:rsid w:val="0041707B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CF0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4155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36A3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2A3D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452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16A3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5780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34C5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53F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327E1D92"/>
    <w:rsid w:val="36873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AEAF60"/>
  <w15:docId w15:val="{8C578728-3F1D-47CA-B1AF-2AABE2AA5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31BCA-3B71-4949-B357-15198548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2</cp:revision>
  <cp:lastPrinted>2013-10-18T08:32:00Z</cp:lastPrinted>
  <dcterms:created xsi:type="dcterms:W3CDTF">2022-08-24T04:09:00Z</dcterms:created>
  <dcterms:modified xsi:type="dcterms:W3CDTF">2022-08-24T04:09:00Z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1033-11.2.0.11254</vt:lpwstr>
  </property>
  <property fmtid="{D5CDD505-2E9C-101B-9397-08002B2CF9AE}" pid="4" name="ICV">
    <vt:lpwstr>A1AED5B3056A4B5798CBA7E156261194</vt:lpwstr>
  </property>
</Properties>
</file>